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9FD7DC8" w:rsidR="00CC7E12" w:rsidRPr="005D25E5" w:rsidRDefault="00CC7E28" w:rsidP="005D25E5">
      <w:pPr>
        <w:pStyle w:val="Nagwek2"/>
        <w:numPr>
          <w:ilvl w:val="0"/>
          <w:numId w:val="0"/>
        </w:numPr>
        <w:spacing w:before="0" w:after="0"/>
        <w:rPr>
          <w:color w:val="000000"/>
          <w:spacing w:val="-15"/>
        </w:rPr>
      </w:pPr>
      <w:r w:rsidRPr="00CC7E12">
        <w:rPr>
          <w:rFonts w:cstheme="minorHAnsi"/>
        </w:rPr>
        <w:t>Na potrzeby postępowania o udzielenie zamówienia pn</w:t>
      </w:r>
      <w:r>
        <w:rPr>
          <w:rFonts w:cstheme="minorHAnsi"/>
        </w:rPr>
        <w:t>.</w:t>
      </w:r>
      <w:r w:rsidRPr="00F5500D">
        <w:rPr>
          <w:rFonts w:ascii="Verdana" w:hAnsi="Verdana" w:cs="Arial"/>
          <w:b/>
          <w:color w:val="000000"/>
          <w:spacing w:val="-15"/>
        </w:rPr>
        <w:t xml:space="preserve"> </w:t>
      </w:r>
      <w:r w:rsidR="00930BFC" w:rsidRPr="00E66E5C">
        <w:rPr>
          <w:rFonts w:cstheme="minorHAnsi"/>
          <w:b/>
        </w:rPr>
        <w:t>Wymiany linii kablowej nN na terenie działalności PGE Dystrybucja S.A. Oddział Białystok RE Suwałki</w:t>
      </w:r>
      <w:r w:rsidRPr="00CC7E12">
        <w:rPr>
          <w:rFonts w:cstheme="minorHAnsi"/>
        </w:rPr>
        <w:t xml:space="preserve">, nr </w:t>
      </w:r>
      <w:r w:rsidR="00930BFC" w:rsidRPr="00E66E5C">
        <w:rPr>
          <w:rFonts w:cstheme="minorHAnsi"/>
          <w:b/>
          <w:bCs/>
        </w:rPr>
        <w:t>POST/DYS/OB/GZ/00214/2026</w:t>
      </w:r>
      <w:r>
        <w:rPr>
          <w:rFonts w:cstheme="minorHAnsi"/>
          <w:b/>
          <w:lang w:eastAsia="pl-PL"/>
        </w:rPr>
        <w:t xml:space="preserve">, </w:t>
      </w:r>
      <w:r w:rsidR="00CC7E12" w:rsidRPr="00CC7E12">
        <w:rPr>
          <w:rFonts w:cstheme="minorHAnsi"/>
        </w:rPr>
        <w:t xml:space="preserve">prowadzonego przez </w:t>
      </w:r>
      <w:r w:rsidR="0024326E">
        <w:rPr>
          <w:rFonts w:cstheme="minorHAnsi"/>
        </w:rPr>
        <w:t>PGE Dystrybucja S.A. Oddział Białystok</w:t>
      </w:r>
      <w:r w:rsidR="00CC7E12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4326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4326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4326E">
        <w:rPr>
          <w:rFonts w:eastAsia="Times New Roman" w:cs="Arial"/>
        </w:rPr>
        <w:t>, zaktualizowanym rozporządzeniem Rady (UE) 2025/2033 (Dz.U. L, 2025/2033 z 23.10.2025) dalej: rozporządzenie 2025/2033</w:t>
      </w:r>
      <w:r w:rsidRPr="0024326E">
        <w:t>.</w:t>
      </w:r>
      <w:r w:rsidRPr="0024326E">
        <w:rPr>
          <w:vertAlign w:val="superscript"/>
        </w:rPr>
        <w:footnoteReference w:id="1"/>
      </w:r>
    </w:p>
    <w:p w14:paraId="3EA3242A" w14:textId="4D5FD9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4326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134BDE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F656A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E32A6F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B48A4B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CE37E7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7CF9EDB" w14:textId="77777777" w:rsidR="005D25E5" w:rsidRPr="006E100D" w:rsidRDefault="005D25E5" w:rsidP="005D25E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25A128A" w:rsidR="00347E8D" w:rsidRPr="006B2C28" w:rsidRDefault="005D25E5" w:rsidP="005D25E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930BFC"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6C84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E772C0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E772C0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26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C51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58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5E5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746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66C2"/>
    <w:rsid w:val="00930BFC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023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F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1883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67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C7E28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32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794</Words>
  <Characters>4770</Characters>
  <Application>Microsoft Office Word</Application>
  <DocSecurity>0</DocSecurity>
  <Lines>39</Lines>
  <Paragraphs>11</Paragraphs>
  <ScaleCrop>false</ScaleCrop>
  <Company>PGE Systemy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22</cp:revision>
  <cp:lastPrinted>2024-07-15T11:21:00Z</cp:lastPrinted>
  <dcterms:created xsi:type="dcterms:W3CDTF">2025-01-15T13:15:00Z</dcterms:created>
  <dcterms:modified xsi:type="dcterms:W3CDTF">2026-01-28T12:44:00Z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